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ADE2DC-6C81-4127-A2B2-C31AA8FEDC55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